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397CB651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607C">
        <w:rPr>
          <w:rFonts w:ascii="Corbel" w:hAnsi="Corbel"/>
          <w:i/>
          <w:smallCaps/>
          <w:sz w:val="24"/>
          <w:szCs w:val="24"/>
        </w:rPr>
        <w:t>20</w:t>
      </w:r>
      <w:r w:rsidR="00FB5D5E">
        <w:rPr>
          <w:rFonts w:ascii="Corbel" w:hAnsi="Corbel"/>
          <w:i/>
          <w:smallCaps/>
          <w:sz w:val="24"/>
          <w:szCs w:val="24"/>
        </w:rPr>
        <w:t>20</w:t>
      </w:r>
      <w:r w:rsidR="009D607C">
        <w:rPr>
          <w:rFonts w:ascii="Corbel" w:hAnsi="Corbel"/>
          <w:i/>
          <w:smallCaps/>
          <w:sz w:val="24"/>
          <w:szCs w:val="24"/>
        </w:rPr>
        <w:t>-202</w:t>
      </w:r>
      <w:r w:rsidR="00FB5D5E">
        <w:rPr>
          <w:rFonts w:ascii="Corbel" w:hAnsi="Corbel"/>
          <w:i/>
          <w:smallCaps/>
          <w:sz w:val="24"/>
          <w:szCs w:val="24"/>
        </w:rPr>
        <w:t>3</w:t>
      </w:r>
    </w:p>
    <w:p w14:paraId="42D65B55" w14:textId="6016A278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FB5D5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B5D5E">
        <w:rPr>
          <w:rFonts w:ascii="Corbel" w:hAnsi="Corbel"/>
          <w:sz w:val="20"/>
          <w:szCs w:val="20"/>
        </w:rPr>
        <w:t>3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77777777" w:rsidR="0085747A" w:rsidRPr="00CB4816" w:rsidRDefault="00CB4816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481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B481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CB481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6081927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65DCFA8E" w:rsidR="00015B8F" w:rsidRPr="009C54AE" w:rsidRDefault="003734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1F557C71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37344C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344C" w:rsidRPr="009C54AE" w14:paraId="2E97EC9B" w14:textId="77777777" w:rsidTr="0037344C">
        <w:tc>
          <w:tcPr>
            <w:tcW w:w="1822" w:type="dxa"/>
          </w:tcPr>
          <w:p w14:paraId="78D42BD0" w14:textId="77777777" w:rsidR="0037344C" w:rsidRPr="009C54AE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37344C" w:rsidRPr="006A44EB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47D928C4" w:rsidR="0037344C" w:rsidRPr="0037344C" w:rsidRDefault="0037344C" w:rsidP="003734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3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7344C" w:rsidRPr="009C54AE" w14:paraId="0309C1F5" w14:textId="77777777" w:rsidTr="0037344C">
        <w:tc>
          <w:tcPr>
            <w:tcW w:w="1822" w:type="dxa"/>
          </w:tcPr>
          <w:p w14:paraId="5776F80B" w14:textId="77777777" w:rsidR="0037344C" w:rsidRPr="009C54AE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37344C" w:rsidRPr="006A44EB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52FA681F" w:rsidR="0037344C" w:rsidRPr="0037344C" w:rsidRDefault="0037344C" w:rsidP="003734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3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7344C" w:rsidRPr="009C54AE" w14:paraId="05855FA5" w14:textId="77777777" w:rsidTr="0037344C">
        <w:tc>
          <w:tcPr>
            <w:tcW w:w="1822" w:type="dxa"/>
          </w:tcPr>
          <w:p w14:paraId="3369B203" w14:textId="77777777" w:rsidR="0037344C" w:rsidRPr="009C54AE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37344C" w:rsidRPr="006A44EB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29F0DC5B" w:rsidR="0037344C" w:rsidRPr="0037344C" w:rsidRDefault="0037344C" w:rsidP="003734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3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37344C" w:rsidRPr="009C54AE" w14:paraId="01226CAC" w14:textId="77777777" w:rsidTr="0037344C">
        <w:tc>
          <w:tcPr>
            <w:tcW w:w="1822" w:type="dxa"/>
          </w:tcPr>
          <w:p w14:paraId="5FB3DD36" w14:textId="77777777" w:rsidR="0037344C" w:rsidRPr="009C54AE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37344C" w:rsidRPr="006A44EB" w:rsidRDefault="0037344C" w:rsidP="00373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44972A0F" w:rsidR="0037344C" w:rsidRPr="0037344C" w:rsidRDefault="0037344C" w:rsidP="003734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344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77777777" w:rsidR="00B07B3E" w:rsidRPr="009C54AE" w:rsidRDefault="001D023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77777777" w:rsidR="00331122" w:rsidRPr="00521803" w:rsidRDefault="0052259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Rachunkowość od podstaw: zbiór rozwiązań / Danuta Małkowska. - Wyd. 9.  - Gdańsk :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32D14" w14:textId="77777777" w:rsidR="00794145" w:rsidRDefault="00794145" w:rsidP="00C16ABF">
      <w:pPr>
        <w:spacing w:after="0" w:line="240" w:lineRule="auto"/>
      </w:pPr>
      <w:r>
        <w:separator/>
      </w:r>
    </w:p>
  </w:endnote>
  <w:endnote w:type="continuationSeparator" w:id="0">
    <w:p w14:paraId="2DFF3A3C" w14:textId="77777777" w:rsidR="00794145" w:rsidRDefault="007941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C83E9" w14:textId="77777777" w:rsidR="00794145" w:rsidRDefault="00794145" w:rsidP="00C16ABF">
      <w:pPr>
        <w:spacing w:after="0" w:line="240" w:lineRule="auto"/>
      </w:pPr>
      <w:r>
        <w:separator/>
      </w:r>
    </w:p>
  </w:footnote>
  <w:footnote w:type="continuationSeparator" w:id="0">
    <w:p w14:paraId="62C52F32" w14:textId="77777777" w:rsidR="00794145" w:rsidRDefault="00794145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91AA2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7344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94145"/>
    <w:rsid w:val="007A4022"/>
    <w:rsid w:val="007A510D"/>
    <w:rsid w:val="007A6D08"/>
    <w:rsid w:val="007A6E6E"/>
    <w:rsid w:val="007C3299"/>
    <w:rsid w:val="007C3BCC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E3266"/>
    <w:rsid w:val="00FF016A"/>
    <w:rsid w:val="00FF1401"/>
    <w:rsid w:val="00FF51C0"/>
    <w:rsid w:val="00FF5E7D"/>
    <w:rsid w:val="07724D4D"/>
    <w:rsid w:val="24ABE215"/>
    <w:rsid w:val="2647B276"/>
    <w:rsid w:val="42EB03D9"/>
    <w:rsid w:val="5C26EEB6"/>
    <w:rsid w:val="66C4B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6D7BA3-B997-4CB0-8075-12F094605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D92FDC-6DD7-4F6B-8B37-6968BC809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953</Words>
  <Characters>5719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136</cp:revision>
  <cp:lastPrinted>2017-04-27T18:28:00Z</cp:lastPrinted>
  <dcterms:created xsi:type="dcterms:W3CDTF">2020-12-12T12:23:00Z</dcterms:created>
  <dcterms:modified xsi:type="dcterms:W3CDTF">2021-11-02T07:58:00Z</dcterms:modified>
</cp:coreProperties>
</file>